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316" w:rsidRDefault="00816316">
      <w:r>
        <w:t>Ergúő</w:t>
      </w:r>
    </w:p>
    <w:p w:rsidR="00816316" w:rsidRDefault="00816316">
      <w:r>
        <w:t>Slh</w:t>
      </w:r>
    </w:p>
    <w:p w:rsidR="00816316" w:rsidRDefault="00816316">
      <w:r>
        <w:t>Gsdlf</w:t>
      </w:r>
    </w:p>
    <w:p w:rsidR="00816316" w:rsidRDefault="00816316">
      <w:r>
        <w:t>Gld</w:t>
      </w:r>
    </w:p>
    <w:p w:rsidR="00816316" w:rsidRDefault="00816316">
      <w:r>
        <w:t>Fg</w:t>
      </w:r>
    </w:p>
    <w:p w:rsidR="00816316" w:rsidRDefault="00816316">
      <w:r>
        <w:t>Dlf</w:t>
      </w:r>
    </w:p>
    <w:p w:rsidR="00816316" w:rsidRDefault="00816316">
      <w:r>
        <w:t>Úgl</w:t>
      </w:r>
    </w:p>
    <w:p w:rsidR="00816316" w:rsidRDefault="00816316">
      <w:r>
        <w:t>Sf</w:t>
      </w:r>
    </w:p>
    <w:p w:rsidR="00816316" w:rsidRDefault="00816316">
      <w:r>
        <w:t>Hgld</w:t>
      </w:r>
    </w:p>
    <w:p w:rsidR="00816316" w:rsidRDefault="00816316">
      <w:r>
        <w:t>Úőflg</w:t>
      </w:r>
    </w:p>
    <w:p w:rsidR="00816316" w:rsidRDefault="00816316">
      <w:r>
        <w:t>Úadlf</w:t>
      </w:r>
    </w:p>
    <w:p w:rsidR="00816316" w:rsidRDefault="00816316">
      <w:r>
        <w:t>Úgla</w:t>
      </w:r>
    </w:p>
    <w:p w:rsidR="00816316" w:rsidRDefault="00816316">
      <w:r>
        <w:t>Úődflg</w:t>
      </w:r>
    </w:p>
    <w:p w:rsidR="00816316" w:rsidRDefault="00816316">
      <w:r>
        <w:t>Úl</w:t>
      </w:r>
    </w:p>
    <w:p w:rsidR="00816316" w:rsidRDefault="00816316">
      <w:r>
        <w:t>Úflg</w:t>
      </w:r>
    </w:p>
    <w:p w:rsidR="00816316" w:rsidRDefault="00816316">
      <w:r>
        <w:t>Úal</w:t>
      </w:r>
    </w:p>
    <w:p w:rsidR="00816316" w:rsidRDefault="00816316">
      <w:r>
        <w:t>Dfgl</w:t>
      </w:r>
    </w:p>
    <w:p w:rsidR="00816316" w:rsidRDefault="00816316">
      <w:r>
        <w:t>Úalf</w:t>
      </w:r>
    </w:p>
    <w:p w:rsidR="00816316" w:rsidRDefault="00816316">
      <w:r>
        <w:t>Úgla</w:t>
      </w:r>
    </w:p>
    <w:p w:rsidR="00816316" w:rsidRDefault="00816316">
      <w:r>
        <w:t>Úlfd</w:t>
      </w:r>
    </w:p>
    <w:p w:rsidR="00816316" w:rsidRDefault="00816316">
      <w:r>
        <w:t>Úgla</w:t>
      </w:r>
    </w:p>
    <w:p w:rsidR="00816316" w:rsidRDefault="00816316">
      <w:r>
        <w:t>Údflg</w:t>
      </w:r>
    </w:p>
    <w:p w:rsidR="00816316" w:rsidRDefault="00816316">
      <w:r>
        <w:t>Aldfg38ti4üögtka</w:t>
      </w:r>
    </w:p>
    <w:p w:rsidR="00816316" w:rsidRDefault="00816316">
      <w:r>
        <w:t>Úőgl</w:t>
      </w:r>
    </w:p>
    <w:p w:rsidR="00816316" w:rsidRDefault="00816316">
      <w:r>
        <w:t>Asdőlg</w:t>
      </w:r>
    </w:p>
    <w:p w:rsidR="00816316" w:rsidRDefault="00816316">
      <w:r>
        <w:t>aú</w:t>
      </w:r>
    </w:p>
    <w:sectPr w:rsidR="00816316" w:rsidSect="00816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4224"/>
    <w:rsid w:val="00816316"/>
    <w:rsid w:val="00834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</Words>
  <Characters>121</Characters>
  <Application>Microsoft Office Outlook</Application>
  <DocSecurity>0</DocSecurity>
  <Lines>0</Lines>
  <Paragraphs>0</Paragraphs>
  <ScaleCrop>false</ScaleCrop>
  <Company>Jahn Ferenc Dél-pesti Kórház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Ergúő</dc:title>
  <dc:subject/>
  <dc:creator>Főigazgató</dc:creator>
  <cp:keywords/>
  <dc:description/>
  <cp:lastModifiedBy>Főigazgató</cp:lastModifiedBy>
  <cp:revision>1</cp:revision>
  <dcterms:created xsi:type="dcterms:W3CDTF">2012-02-15T08:27:00Z</dcterms:created>
  <dcterms:modified xsi:type="dcterms:W3CDTF">2012-02-15T08:28:00Z</dcterms:modified>
</cp:coreProperties>
</file>